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ДЕКЛАРАЦИЯ</w:t>
      </w:r>
      <w:r w:rsidRPr="00145E10">
        <w:rPr>
          <w:rStyle w:val="FootnoteReference"/>
          <w:rFonts w:ascii="Times New Roman" w:hAnsi="Times New Roman" w:cs="Times New Roman"/>
          <w:b/>
          <w:bCs/>
          <w:sz w:val="26"/>
          <w:szCs w:val="26"/>
          <w:lang w:eastAsia="bg-BG"/>
        </w:rPr>
        <w:footnoteReference w:id="1"/>
      </w:r>
    </w:p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за съгласие за участие като подизпълнител</w:t>
      </w:r>
    </w:p>
    <w:p w:rsidR="00EB1553" w:rsidRPr="00145E10" w:rsidRDefault="00EB1553" w:rsidP="001B7F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 xml:space="preserve">Подписаният/-ата ............................................................................................................ </w:t>
      </w:r>
    </w:p>
    <w:p w:rsidR="00EB1553" w:rsidRPr="00145E10" w:rsidRDefault="00EB1553" w:rsidP="008C5AFA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145E10">
        <w:rPr>
          <w:rFonts w:ascii="Times New Roman" w:hAnsi="Times New Roman" w:cs="Times New Roman"/>
          <w:i/>
          <w:iCs/>
          <w:lang w:eastAsia="bg-BG"/>
        </w:rPr>
        <w:t>(трите имена)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в качеството си на ….......................................................................................................</w:t>
      </w:r>
    </w:p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145E10">
        <w:rPr>
          <w:rFonts w:ascii="Times New Roman" w:hAnsi="Times New Roman" w:cs="Times New Roman"/>
          <w:i/>
          <w:iCs/>
          <w:lang w:eastAsia="bg-BG"/>
        </w:rPr>
        <w:t>(длъжност)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на .................................................................... с ЕИК/БУЛСТАТ …………………… -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lang w:eastAsia="bg-BG"/>
        </w:rPr>
      </w:pPr>
      <w:r w:rsidRPr="00145E10">
        <w:rPr>
          <w:rFonts w:ascii="Times New Roman" w:hAnsi="Times New Roman" w:cs="Times New Roman"/>
          <w:i/>
          <w:iCs/>
          <w:lang w:eastAsia="bg-BG"/>
        </w:rPr>
        <w:t xml:space="preserve">                 (наименование на подизпълнителя)</w:t>
      </w:r>
      <w:r w:rsidRPr="00145E10">
        <w:rPr>
          <w:rFonts w:ascii="Times New Roman" w:hAnsi="Times New Roman" w:cs="Times New Roman"/>
          <w:lang w:eastAsia="bg-BG"/>
        </w:rPr>
        <w:t xml:space="preserve"> 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във връзка с провеждането на възлагане по реда на Глава двадесет и шеста от ЗОП „чрез събиране на оферти с обява” на обществена поръчка с предмет:</w:t>
      </w:r>
      <w:r w:rsidRPr="00145E10">
        <w:rPr>
          <w:rFonts w:ascii="Times New Roman" w:hAnsi="Times New Roman" w:cs="Times New Roman"/>
          <w:b/>
          <w:bCs/>
          <w:sz w:val="26"/>
          <w:szCs w:val="26"/>
        </w:rPr>
        <w:t xml:space="preserve"> „Специализиран превоз на ученици и придружаващи учители на територията на Община Лясковец през учебната 2020/2021 година”,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eastAsia="bg-BG"/>
        </w:rPr>
      </w:pPr>
    </w:p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ДЕКЛАРИРАМ: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 xml:space="preserve"> 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1. От името на представляваното от мен лице изразявам съгласието да участваме като подизпълнител на ……………………………........................................ </w:t>
      </w:r>
    </w:p>
    <w:p w:rsidR="00EB1553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145E10">
        <w:rPr>
          <w:rFonts w:ascii="Times New Roman" w:hAnsi="Times New Roman" w:cs="Times New Roman"/>
          <w:i/>
          <w:iCs/>
          <w:lang w:eastAsia="bg-BG"/>
        </w:rPr>
        <w:t>(наименование, ЕИК/БУЛСТАТ на участника във възлагането, на който лицето е подизпълнител)</w:t>
      </w:r>
    </w:p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при изпълнение на обществена поръчка с предмет:</w:t>
      </w:r>
      <w:r w:rsidRPr="00145E10">
        <w:rPr>
          <w:rFonts w:ascii="Times New Roman" w:hAnsi="Times New Roman" w:cs="Times New Roman"/>
          <w:b/>
          <w:bCs/>
          <w:sz w:val="26"/>
          <w:szCs w:val="26"/>
        </w:rPr>
        <w:t xml:space="preserve"> „Специализиран превоз на ученици и придружаващи учители на територията на Община Лясковец през учебната 2020/2021 година”.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ab/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 xml:space="preserve">2. Дейностите, които ще изпълняваме като подизпълнител, са следните: .......................................................................................................................................... 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...........................................................................................................................................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...........................................................................................................................................</w:t>
      </w:r>
    </w:p>
    <w:p w:rsidR="00EB1553" w:rsidRPr="00145E10" w:rsidRDefault="00EB1553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145E10">
        <w:rPr>
          <w:rFonts w:ascii="Times New Roman" w:hAnsi="Times New Roman" w:cs="Times New Roman"/>
          <w:i/>
          <w:iCs/>
          <w:lang w:eastAsia="bg-BG"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eastAsia="bg-BG"/>
        </w:rPr>
      </w:pP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  <w:t>3. Запознат съм с разпоре</w:t>
      </w:r>
      <w:bookmarkStart w:id="0" w:name="_GoBack"/>
      <w:bookmarkEnd w:id="0"/>
      <w:r w:rsidRPr="00145E10">
        <w:rPr>
          <w:rFonts w:ascii="Times New Roman" w:hAnsi="Times New Roman" w:cs="Times New Roman"/>
          <w:sz w:val="26"/>
          <w:szCs w:val="26"/>
          <w:lang w:eastAsia="bg-BG"/>
        </w:rPr>
        <w:t>дбата на чл. 66, ал. 5 от ЗОП, в случай че посоченият по-горе участник бъде избран за изпълнител, нямаме право да превъзлагаме една или повече от дейностите, които са включени в предмета на договора за подизпълнение.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  <w:t>4. Запознат съм с разпоредбата на чл. 101, ал. 9 от ЗОП, че заявявайки желанието си да бъдем подизпълнител в офертата на посочения по-горе участник, нямаме право да се явим като участник в настоящото възлагане чрез „събиране на оферти с обява” и да представим самостоятелна оферта.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>........................ г.</w:t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EB1553" w:rsidRPr="00145E10" w:rsidRDefault="00EB1553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EB1553" w:rsidRPr="00A04D70" w:rsidRDefault="00EB1553" w:rsidP="00A04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145E10">
        <w:rPr>
          <w:lang w:eastAsia="bg-BG"/>
        </w:rPr>
        <w:tab/>
      </w:r>
      <w:r w:rsidRPr="00145E10">
        <w:rPr>
          <w:lang w:eastAsia="bg-BG"/>
        </w:rPr>
        <w:tab/>
      </w:r>
      <w:r w:rsidRPr="00145E10">
        <w:rPr>
          <w:lang w:eastAsia="bg-BG"/>
        </w:rPr>
        <w:tab/>
      </w:r>
      <w:r w:rsidRPr="00145E10">
        <w:rPr>
          <w:lang w:eastAsia="bg-BG"/>
        </w:rPr>
        <w:tab/>
      </w:r>
      <w:r w:rsidRPr="00145E10">
        <w:rPr>
          <w:rFonts w:ascii="Times New Roman" w:hAnsi="Times New Roman" w:cs="Times New Roman"/>
          <w:sz w:val="26"/>
          <w:szCs w:val="26"/>
          <w:lang w:eastAsia="bg-BG"/>
        </w:rPr>
        <w:t xml:space="preserve">                                 Длъжн</w:t>
      </w:r>
      <w:r w:rsidRPr="00A04D70">
        <w:rPr>
          <w:rFonts w:ascii="Times New Roman" w:hAnsi="Times New Roman" w:cs="Times New Roman"/>
          <w:sz w:val="26"/>
          <w:szCs w:val="26"/>
          <w:lang w:eastAsia="bg-BG"/>
        </w:rPr>
        <w:t>ост:……………………………</w:t>
      </w:r>
    </w:p>
    <w:sectPr w:rsidR="00EB1553" w:rsidRPr="00A04D70" w:rsidSect="00C22667">
      <w:headerReference w:type="default" r:id="rId6"/>
      <w:footerReference w:type="default" r:id="rId7"/>
      <w:footnotePr>
        <w:pos w:val="beneathText"/>
      </w:foot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53" w:rsidRDefault="00EB1553" w:rsidP="001B7F36">
      <w:pPr>
        <w:spacing w:after="0" w:line="240" w:lineRule="auto"/>
      </w:pPr>
      <w:r>
        <w:separator/>
      </w:r>
    </w:p>
  </w:endnote>
  <w:endnote w:type="continuationSeparator" w:id="0">
    <w:p w:rsidR="00EB1553" w:rsidRDefault="00EB1553" w:rsidP="001B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53" w:rsidRDefault="00EB1553" w:rsidP="0045076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B1553" w:rsidRDefault="00EB1553" w:rsidP="00A04D7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53" w:rsidRDefault="00EB1553" w:rsidP="001B7F36">
      <w:pPr>
        <w:spacing w:after="0" w:line="240" w:lineRule="auto"/>
      </w:pPr>
      <w:r>
        <w:separator/>
      </w:r>
    </w:p>
  </w:footnote>
  <w:footnote w:type="continuationSeparator" w:id="0">
    <w:p w:rsidR="00EB1553" w:rsidRDefault="00EB1553" w:rsidP="001B7F36">
      <w:pPr>
        <w:spacing w:after="0" w:line="240" w:lineRule="auto"/>
      </w:pPr>
      <w:r>
        <w:continuationSeparator/>
      </w:r>
    </w:p>
  </w:footnote>
  <w:footnote w:id="1">
    <w:p w:rsidR="00EB1553" w:rsidRDefault="00EB1553" w:rsidP="00A04D70">
      <w:pPr>
        <w:spacing w:after="0" w:line="240" w:lineRule="auto"/>
        <w:ind w:firstLine="709"/>
        <w:jc w:val="both"/>
      </w:pPr>
      <w:r>
        <w:rPr>
          <w:rStyle w:val="FootnoteReference"/>
        </w:rPr>
        <w:footnoteRef/>
      </w:r>
      <w:r>
        <w:t xml:space="preserve"> </w:t>
      </w:r>
      <w:r w:rsidRPr="00A04D70">
        <w:rPr>
          <w:rFonts w:ascii="Times New Roman" w:hAnsi="Times New Roman" w:cs="Times New Roman"/>
          <w:i/>
          <w:iCs/>
        </w:rPr>
        <w:t>Декларацията е задължителна част от офертата на участник, който обявява, че ще ползва подизпълнители. Такава декларация се подава от всеки подизпълнител, в случай че са повече от един.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53" w:rsidRDefault="00EB1553" w:rsidP="00CB1526">
    <w:pPr>
      <w:spacing w:after="0" w:line="240" w:lineRule="auto"/>
      <w:ind w:left="6372"/>
      <w:jc w:val="right"/>
      <w:rPr>
        <w:rFonts w:ascii="Times New Roman" w:hAnsi="Times New Roman" w:cs="Times New Roman"/>
        <w:b/>
        <w:bCs/>
        <w:sz w:val="26"/>
        <w:szCs w:val="26"/>
        <w:lang w:eastAsia="bg-BG"/>
      </w:rPr>
    </w:pPr>
    <w:r w:rsidRPr="00DD0CCB">
      <w:rPr>
        <w:rFonts w:ascii="Times New Roman" w:hAnsi="Times New Roman" w:cs="Times New Roman"/>
        <w:b/>
        <w:bCs/>
        <w:sz w:val="26"/>
        <w:szCs w:val="26"/>
        <w:lang w:eastAsia="bg-BG"/>
      </w:rPr>
      <w:t>О</w:t>
    </w:r>
    <w:r>
      <w:rPr>
        <w:rFonts w:ascii="Times New Roman" w:hAnsi="Times New Roman" w:cs="Times New Roman"/>
        <w:b/>
        <w:bCs/>
        <w:sz w:val="26"/>
        <w:szCs w:val="26"/>
        <w:lang w:eastAsia="bg-BG"/>
      </w:rPr>
      <w:t>БРАЗЕЦ</w:t>
    </w:r>
    <w:r w:rsidRPr="00DD0CCB">
      <w:rPr>
        <w:rFonts w:ascii="Times New Roman" w:hAnsi="Times New Roman" w:cs="Times New Roman"/>
        <w:b/>
        <w:bCs/>
        <w:sz w:val="26"/>
        <w:szCs w:val="26"/>
        <w:lang w:eastAsia="bg-BG"/>
      </w:rPr>
      <w:t xml:space="preserve"> № 12</w:t>
    </w:r>
  </w:p>
  <w:p w:rsidR="00EB1553" w:rsidRDefault="00EB15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F36"/>
    <w:rsid w:val="00030E65"/>
    <w:rsid w:val="000A2213"/>
    <w:rsid w:val="00120447"/>
    <w:rsid w:val="001317C8"/>
    <w:rsid w:val="00145E10"/>
    <w:rsid w:val="001B0347"/>
    <w:rsid w:val="001B7F36"/>
    <w:rsid w:val="00241E26"/>
    <w:rsid w:val="00361995"/>
    <w:rsid w:val="003F0AB3"/>
    <w:rsid w:val="00450760"/>
    <w:rsid w:val="0045212A"/>
    <w:rsid w:val="004F079A"/>
    <w:rsid w:val="00607666"/>
    <w:rsid w:val="006A7EDB"/>
    <w:rsid w:val="007121A1"/>
    <w:rsid w:val="00733FB8"/>
    <w:rsid w:val="00767DAC"/>
    <w:rsid w:val="007A1EA8"/>
    <w:rsid w:val="007C448D"/>
    <w:rsid w:val="008743AD"/>
    <w:rsid w:val="008C5AFA"/>
    <w:rsid w:val="008E3874"/>
    <w:rsid w:val="00A04D70"/>
    <w:rsid w:val="00A37624"/>
    <w:rsid w:val="00AC5240"/>
    <w:rsid w:val="00C142DD"/>
    <w:rsid w:val="00C22667"/>
    <w:rsid w:val="00C402E3"/>
    <w:rsid w:val="00C75664"/>
    <w:rsid w:val="00CB1526"/>
    <w:rsid w:val="00D43A9B"/>
    <w:rsid w:val="00DC4C3C"/>
    <w:rsid w:val="00DD0CCB"/>
    <w:rsid w:val="00DE1C2D"/>
    <w:rsid w:val="00EB1553"/>
    <w:rsid w:val="00F03A4E"/>
    <w:rsid w:val="00F121C5"/>
    <w:rsid w:val="00F600B2"/>
    <w:rsid w:val="00FF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F36"/>
    <w:pPr>
      <w:spacing w:after="160" w:line="259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jc w:val="center"/>
      <w:outlineLvl w:val="0"/>
    </w:pPr>
    <w:rPr>
      <w:rFonts w:ascii="TimokU" w:hAnsi="TimokU" w:cs="TimokU"/>
      <w:b/>
      <w:bCs/>
      <w:color w:val="000000"/>
      <w:sz w:val="36"/>
      <w:szCs w:val="3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outlineLvl w:val="1"/>
    </w:pPr>
    <w:rPr>
      <w:rFonts w:ascii="TimokU" w:hAnsi="TimokU" w:cs="TimokU"/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13" w:color="auto"/>
      </w:pBdr>
      <w:spacing w:after="0" w:line="240" w:lineRule="auto"/>
      <w:jc w:val="center"/>
      <w:outlineLvl w:val="3"/>
    </w:pPr>
    <w:rPr>
      <w:rFonts w:ascii="Bookman Old Style" w:hAnsi="Bookman Old Style" w:cs="Bookman Old Style"/>
      <w:b/>
      <w:bCs/>
      <w:i/>
      <w:iCs/>
      <w:color w:val="000000"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1C2D"/>
    <w:rPr>
      <w:rFonts w:ascii="TimokU" w:hAnsi="TimokU" w:cs="TimokU"/>
      <w:b/>
      <w:bCs/>
      <w:color w:val="000000"/>
      <w:sz w:val="36"/>
      <w:szCs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1C2D"/>
    <w:rPr>
      <w:rFonts w:ascii="TimokU" w:hAnsi="TimokU" w:cs="TimokU"/>
      <w:b/>
      <w:bCs/>
      <w:color w:val="000000"/>
      <w:lang w:val="bg-BG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1C2D"/>
    <w:rPr>
      <w:rFonts w:ascii="Bookman Old Style" w:hAnsi="Bookman Old Style" w:cs="Bookman Old Style"/>
      <w:b/>
      <w:bCs/>
      <w:i/>
      <w:iCs/>
      <w:color w:val="000000"/>
      <w:sz w:val="40"/>
      <w:szCs w:val="40"/>
      <w:lang w:eastAsia="en-US"/>
    </w:rPr>
  </w:style>
  <w:style w:type="character" w:customStyle="1" w:styleId="41">
    <w:name w:val="Заглавие 4 Знак1"/>
    <w:aliases w:val="Заглавие 4 Знак Знак"/>
    <w:uiPriority w:val="99"/>
    <w:rsid w:val="00DE1C2D"/>
    <w:rPr>
      <w:rFonts w:ascii="Bookman Old Style" w:hAnsi="Bookman Old Style" w:cs="Bookman Old Style"/>
      <w:b/>
      <w:bCs/>
      <w:i/>
      <w:iCs/>
      <w:color w:val="000000"/>
      <w:sz w:val="40"/>
      <w:szCs w:val="40"/>
      <w:lang w:val="bg-BG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E1C2D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DE1C2D"/>
    <w:rPr>
      <w:rFonts w:ascii="Cambria" w:hAnsi="Cambria" w:cs="Cambria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DE1C2D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1B7F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B7F36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B7F36"/>
    <w:rPr>
      <w:rFonts w:ascii="Arial" w:hAnsi="Arial" w:cs="Arial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B1526"/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1526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B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526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4D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212A"/>
    <w:rPr>
      <w:rFonts w:ascii="Calibri" w:hAnsi="Calibri"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04D70"/>
    <w:rPr>
      <w:vertAlign w:val="superscript"/>
    </w:rPr>
  </w:style>
  <w:style w:type="character" w:styleId="PageNumber">
    <w:name w:val="page number"/>
    <w:basedOn w:val="DefaultParagraphFont"/>
    <w:uiPriority w:val="99"/>
    <w:rsid w:val="00A04D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375</Words>
  <Characters>2139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12</cp:revision>
  <dcterms:created xsi:type="dcterms:W3CDTF">2019-07-31T10:48:00Z</dcterms:created>
  <dcterms:modified xsi:type="dcterms:W3CDTF">2020-06-10T14:21:00Z</dcterms:modified>
</cp:coreProperties>
</file>